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-1001"/>
        <w:tblW w:w="9606" w:type="dxa"/>
        <w:tblLook w:val="00A0"/>
      </w:tblPr>
      <w:tblGrid>
        <w:gridCol w:w="2093"/>
        <w:gridCol w:w="4984"/>
        <w:gridCol w:w="2529"/>
      </w:tblGrid>
      <w:tr w:rsidR="00216AAF" w:rsidRPr="00592640">
        <w:tc>
          <w:tcPr>
            <w:tcW w:w="2093" w:type="dxa"/>
            <w:vMerge w:val="restart"/>
          </w:tcPr>
          <w:p w:rsidR="00216AAF" w:rsidRPr="00592640" w:rsidRDefault="00216AAF" w:rsidP="00592640">
            <w:pPr>
              <w:spacing w:after="0" w:line="240" w:lineRule="auto"/>
              <w:jc w:val="both"/>
              <w:rPr>
                <w:rFonts w:ascii="Constantia" w:hAnsi="Constantia" w:cs="Constantia"/>
                <w:sz w:val="24"/>
                <w:szCs w:val="24"/>
              </w:rPr>
            </w:pPr>
            <w:r>
              <w:rPr>
                <w:noProof/>
                <w:lang w:val="es-ES" w:eastAsia="es-E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2" o:spid="_x0000_s1026" type="#_x0000_t75" style="position:absolute;left:0;text-align:left;margin-left:-5.4pt;margin-top:0;width:55.5pt;height:67.4pt;z-index:251658752;visibility:visible" wrapcoords="-292 0 -292 21360 21600 21360 21600 0 -292 0">
                  <v:imagedata r:id="rId4" o:title=""/>
                  <w10:wrap type="through"/>
                </v:shape>
              </w:pict>
            </w:r>
            <w:r>
              <w:rPr>
                <w:noProof/>
                <w:lang w:val="es-ES" w:eastAsia="es-E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ector recto de flecha 3" o:spid="_x0000_s1027" type="#_x0000_t32" style="position:absolute;left:0;text-align:left;margin-left:-142.35pt;margin-top:120.55pt;width:855.4pt;height:0;z-index:251656704;visibility:visible" strokeweight="2.25pt">
                  <v:shadow on="t" color="black" opacity=".5" offset="-6pt,-6pt"/>
                </v:shape>
              </w:pict>
            </w:r>
          </w:p>
        </w:tc>
        <w:tc>
          <w:tcPr>
            <w:tcW w:w="4984" w:type="dxa"/>
          </w:tcPr>
          <w:p w:rsidR="00216AAF" w:rsidRPr="00592640" w:rsidRDefault="00216AAF" w:rsidP="0059264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</w:tcPr>
          <w:p w:rsidR="00216AAF" w:rsidRPr="00592640" w:rsidRDefault="00216AAF" w:rsidP="00592640">
            <w:pPr>
              <w:spacing w:after="0" w:line="240" w:lineRule="auto"/>
              <w:jc w:val="both"/>
              <w:rPr>
                <w:rFonts w:ascii="Constantia" w:hAnsi="Constantia" w:cs="Constantia"/>
                <w:sz w:val="24"/>
                <w:szCs w:val="24"/>
              </w:rPr>
            </w:pPr>
            <w:r>
              <w:rPr>
                <w:noProof/>
                <w:lang w:val="es-ES" w:eastAsia="es-ES"/>
              </w:rPr>
              <w:pict>
                <v:shape id="Imagen 1" o:spid="_x0000_s1028" type="#_x0000_t75" style="position:absolute;left:0;text-align:left;margin-left:11.55pt;margin-top:.2pt;width:109.45pt;height:76.05pt;z-index:251657728;visibility:visible;mso-position-horizontal-relative:text;mso-position-vertical-relative:text">
                  <v:imagedata r:id="rId5" o:title=""/>
                  <w10:wrap type="square"/>
                </v:shape>
              </w:pict>
            </w:r>
          </w:p>
        </w:tc>
      </w:tr>
      <w:tr w:rsidR="00216AAF" w:rsidRPr="00592640">
        <w:trPr>
          <w:trHeight w:val="278"/>
        </w:trPr>
        <w:tc>
          <w:tcPr>
            <w:tcW w:w="2093" w:type="dxa"/>
            <w:vMerge/>
            <w:vAlign w:val="center"/>
          </w:tcPr>
          <w:p w:rsidR="00216AAF" w:rsidRPr="00592640" w:rsidRDefault="00216AAF" w:rsidP="00592640">
            <w:pPr>
              <w:spacing w:after="0" w:line="240" w:lineRule="auto"/>
              <w:rPr>
                <w:rFonts w:ascii="Constantia" w:hAnsi="Constantia" w:cs="Constantia"/>
                <w:sz w:val="24"/>
                <w:szCs w:val="24"/>
              </w:rPr>
            </w:pPr>
          </w:p>
        </w:tc>
        <w:tc>
          <w:tcPr>
            <w:tcW w:w="4984" w:type="dxa"/>
          </w:tcPr>
          <w:p w:rsidR="00216AAF" w:rsidRPr="00592640" w:rsidRDefault="00216AAF" w:rsidP="0059264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</w:tcPr>
          <w:p w:rsidR="00216AAF" w:rsidRPr="00592640" w:rsidRDefault="00216AAF" w:rsidP="00592640">
            <w:pPr>
              <w:spacing w:after="0" w:line="240" w:lineRule="auto"/>
              <w:rPr>
                <w:rFonts w:ascii="Constantia" w:hAnsi="Constantia" w:cs="Constantia"/>
                <w:sz w:val="24"/>
                <w:szCs w:val="24"/>
              </w:rPr>
            </w:pPr>
          </w:p>
        </w:tc>
      </w:tr>
      <w:tr w:rsidR="00216AAF" w:rsidRPr="00592640">
        <w:trPr>
          <w:trHeight w:val="138"/>
        </w:trPr>
        <w:tc>
          <w:tcPr>
            <w:tcW w:w="2093" w:type="dxa"/>
            <w:vMerge/>
            <w:vAlign w:val="center"/>
          </w:tcPr>
          <w:p w:rsidR="00216AAF" w:rsidRPr="00592640" w:rsidRDefault="00216AAF" w:rsidP="00592640">
            <w:pPr>
              <w:spacing w:after="0" w:line="240" w:lineRule="auto"/>
              <w:rPr>
                <w:rFonts w:ascii="Constantia" w:hAnsi="Constantia" w:cs="Constantia"/>
                <w:sz w:val="24"/>
                <w:szCs w:val="24"/>
              </w:rPr>
            </w:pPr>
          </w:p>
        </w:tc>
        <w:tc>
          <w:tcPr>
            <w:tcW w:w="4984" w:type="dxa"/>
          </w:tcPr>
          <w:p w:rsidR="00216AAF" w:rsidRPr="00592640" w:rsidRDefault="00216AAF" w:rsidP="0059264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LICENCIATURA EN CIENCIAS  DE LA EDUCACIÓN</w:t>
            </w:r>
          </w:p>
        </w:tc>
        <w:tc>
          <w:tcPr>
            <w:tcW w:w="0" w:type="auto"/>
            <w:vMerge/>
            <w:vAlign w:val="center"/>
          </w:tcPr>
          <w:p w:rsidR="00216AAF" w:rsidRPr="00592640" w:rsidRDefault="00216AAF" w:rsidP="00592640">
            <w:pPr>
              <w:spacing w:after="0" w:line="240" w:lineRule="auto"/>
              <w:rPr>
                <w:rFonts w:ascii="Constantia" w:hAnsi="Constantia" w:cs="Constantia"/>
                <w:sz w:val="24"/>
                <w:szCs w:val="24"/>
              </w:rPr>
            </w:pPr>
          </w:p>
        </w:tc>
      </w:tr>
      <w:tr w:rsidR="00216AAF" w:rsidRPr="00592640">
        <w:trPr>
          <w:trHeight w:val="951"/>
        </w:trPr>
        <w:tc>
          <w:tcPr>
            <w:tcW w:w="2093" w:type="dxa"/>
            <w:vMerge/>
            <w:vAlign w:val="center"/>
          </w:tcPr>
          <w:p w:rsidR="00216AAF" w:rsidRPr="00592640" w:rsidRDefault="00216AAF" w:rsidP="00592640">
            <w:pPr>
              <w:spacing w:after="0" w:line="240" w:lineRule="auto"/>
              <w:rPr>
                <w:rFonts w:ascii="Constantia" w:hAnsi="Constantia" w:cs="Constantia"/>
                <w:sz w:val="24"/>
                <w:szCs w:val="24"/>
              </w:rPr>
            </w:pPr>
          </w:p>
        </w:tc>
        <w:tc>
          <w:tcPr>
            <w:tcW w:w="4984" w:type="dxa"/>
          </w:tcPr>
          <w:p w:rsidR="00216AAF" w:rsidRPr="00592640" w:rsidRDefault="00216AAF" w:rsidP="0059264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EDUCACIÓN A DISTANCIA</w:t>
            </w:r>
          </w:p>
          <w:p w:rsidR="00216AAF" w:rsidRPr="00592640" w:rsidRDefault="00216AAF" w:rsidP="0059264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FORMATO DE AUTOEVALUACIÓN</w:t>
            </w:r>
          </w:p>
          <w:p w:rsidR="00216AAF" w:rsidRPr="00592640" w:rsidRDefault="00216AAF" w:rsidP="0059264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16AAF" w:rsidRPr="00592640" w:rsidRDefault="00216AAF" w:rsidP="00592640">
            <w:pPr>
              <w:spacing w:after="0" w:line="240" w:lineRule="auto"/>
              <w:rPr>
                <w:rFonts w:ascii="Constantia" w:hAnsi="Constantia" w:cs="Constantia"/>
                <w:sz w:val="24"/>
                <w:szCs w:val="24"/>
              </w:rPr>
            </w:pPr>
          </w:p>
        </w:tc>
      </w:tr>
    </w:tbl>
    <w:p w:rsidR="00216AAF" w:rsidRPr="00AE3AA0" w:rsidRDefault="00216AAF" w:rsidP="006F1D49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216AAF" w:rsidRPr="00AE3AA0" w:rsidRDefault="00216AAF" w:rsidP="00D965B1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AE3AA0">
        <w:rPr>
          <w:rFonts w:ascii="Arial" w:hAnsi="Arial" w:cs="Arial"/>
          <w:sz w:val="24"/>
          <w:szCs w:val="24"/>
        </w:rPr>
        <w:t xml:space="preserve">NOMBRE DEL ALUMNO (A): </w:t>
      </w:r>
    </w:p>
    <w:p w:rsidR="00216AAF" w:rsidRPr="00AE3AA0" w:rsidRDefault="00216AAF" w:rsidP="00D965B1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DIANA GUADALUPE CARRILLO CHÁVEZ</w:t>
      </w:r>
    </w:p>
    <w:p w:rsidR="00216AAF" w:rsidRPr="00AE3AA0" w:rsidRDefault="00216AAF" w:rsidP="00CA1D40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E3AA0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AE3AA0">
        <w:rPr>
          <w:rFonts w:ascii="Arial" w:hAnsi="Arial" w:cs="Arial"/>
          <w:sz w:val="24"/>
          <w:szCs w:val="24"/>
        </w:rPr>
        <w:t>GRUPO</w:t>
      </w:r>
      <w:r w:rsidRPr="00AE3AA0">
        <w:rPr>
          <w:rFonts w:ascii="Arial" w:hAnsi="Arial" w:cs="Arial"/>
          <w:b/>
          <w:bCs/>
          <w:sz w:val="24"/>
          <w:szCs w:val="24"/>
        </w:rPr>
        <w:t xml:space="preserve">: 300-A        </w:t>
      </w:r>
      <w:r w:rsidRPr="00AE3AA0">
        <w:rPr>
          <w:rFonts w:ascii="Arial" w:hAnsi="Arial" w:cs="Arial"/>
          <w:sz w:val="24"/>
          <w:szCs w:val="24"/>
        </w:rPr>
        <w:t>FECHA</w:t>
      </w:r>
      <w:r w:rsidRPr="00AE3AA0">
        <w:rPr>
          <w:rFonts w:ascii="Arial" w:hAnsi="Arial" w:cs="Arial"/>
          <w:b/>
          <w:bCs/>
          <w:sz w:val="24"/>
          <w:szCs w:val="24"/>
        </w:rPr>
        <w:t xml:space="preserve">: </w:t>
      </w:r>
      <w:r>
        <w:rPr>
          <w:rFonts w:ascii="Arial" w:hAnsi="Arial" w:cs="Arial"/>
          <w:b/>
          <w:bCs/>
          <w:sz w:val="24"/>
          <w:szCs w:val="24"/>
        </w:rPr>
        <w:t>27 y 28</w:t>
      </w:r>
      <w:r w:rsidRPr="00AE3AA0">
        <w:rPr>
          <w:rFonts w:ascii="Arial" w:hAnsi="Arial" w:cs="Arial"/>
          <w:b/>
          <w:bCs/>
          <w:sz w:val="24"/>
          <w:szCs w:val="24"/>
        </w:rPr>
        <w:t xml:space="preserve"> de enero de 2015 </w:t>
      </w:r>
    </w:p>
    <w:p w:rsidR="00216AAF" w:rsidRPr="00AE3AA0" w:rsidRDefault="00216AAF" w:rsidP="00880AF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E3AA0">
        <w:rPr>
          <w:rFonts w:ascii="Arial" w:hAnsi="Arial" w:cs="Arial"/>
          <w:b/>
          <w:bCs/>
          <w:sz w:val="24"/>
          <w:szCs w:val="24"/>
        </w:rPr>
        <w:t>SESIÓN No. 1 Y 2 de 8 “PRESENTACIÓN Y ENCUADRE”.</w:t>
      </w:r>
    </w:p>
    <w:p w:rsidR="00216AAF" w:rsidRPr="00AE3AA0" w:rsidRDefault="00216AAF" w:rsidP="00772EE6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AE3AA0">
        <w:rPr>
          <w:rFonts w:ascii="Arial" w:hAnsi="Arial" w:cs="Arial"/>
          <w:b/>
          <w:bCs/>
          <w:sz w:val="24"/>
          <w:szCs w:val="24"/>
        </w:rPr>
        <w:t>Instrucciones: Marca con una x según tu desempeño en cada actividad, realiza tu suma y divide entre el número total de actividades para obtener el promedio de la sesión.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4"/>
        <w:gridCol w:w="3033"/>
        <w:gridCol w:w="964"/>
        <w:gridCol w:w="977"/>
        <w:gridCol w:w="829"/>
        <w:gridCol w:w="10"/>
        <w:gridCol w:w="977"/>
        <w:gridCol w:w="842"/>
        <w:gridCol w:w="938"/>
      </w:tblGrid>
      <w:tr w:rsidR="00216AAF" w:rsidRPr="00592640" w:rsidTr="00973750">
        <w:tc>
          <w:tcPr>
            <w:tcW w:w="3410" w:type="dxa"/>
            <w:gridSpan w:val="2"/>
            <w:vMerge w:val="restart"/>
            <w:shd w:val="clear" w:color="auto" w:fill="00FFFF"/>
          </w:tcPr>
          <w:p w:rsidR="00216AAF" w:rsidRPr="00592640" w:rsidRDefault="00216AAF" w:rsidP="00973750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216AAF" w:rsidRPr="0096396D" w:rsidRDefault="00216AAF" w:rsidP="0059264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339966"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ACTIVIDADES</w:t>
            </w:r>
          </w:p>
        </w:tc>
        <w:tc>
          <w:tcPr>
            <w:tcW w:w="5614" w:type="dxa"/>
            <w:gridSpan w:val="7"/>
            <w:shd w:val="clear" w:color="auto" w:fill="00FFFF"/>
          </w:tcPr>
          <w:p w:rsidR="00216AAF" w:rsidRPr="00592640" w:rsidRDefault="00216AAF" w:rsidP="0059264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CALIFICACIÓN</w:t>
            </w:r>
          </w:p>
        </w:tc>
      </w:tr>
      <w:tr w:rsidR="00216AAF" w:rsidRPr="00592640" w:rsidTr="00973750">
        <w:tc>
          <w:tcPr>
            <w:tcW w:w="3410" w:type="dxa"/>
            <w:gridSpan w:val="2"/>
            <w:vMerge/>
            <w:shd w:val="clear" w:color="auto" w:fill="00FFFF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00FFFF"/>
          </w:tcPr>
          <w:p w:rsidR="00216AAF" w:rsidRPr="00592640" w:rsidRDefault="00216AAF" w:rsidP="0059264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00FFFF"/>
          </w:tcPr>
          <w:p w:rsidR="00216AAF" w:rsidRPr="00592640" w:rsidRDefault="00216AAF" w:rsidP="0059264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shd w:val="clear" w:color="auto" w:fill="00FFFF"/>
          </w:tcPr>
          <w:p w:rsidR="00216AAF" w:rsidRPr="00592640" w:rsidRDefault="00216AAF" w:rsidP="0059264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00FFFF"/>
          </w:tcPr>
          <w:p w:rsidR="00216AAF" w:rsidRPr="00592640" w:rsidRDefault="00216AAF" w:rsidP="0059264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00FFFF"/>
          </w:tcPr>
          <w:p w:rsidR="00216AAF" w:rsidRPr="00592640" w:rsidRDefault="00216AAF" w:rsidP="0059264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00FFFF"/>
          </w:tcPr>
          <w:p w:rsidR="00216AAF" w:rsidRPr="00592640" w:rsidRDefault="00216AAF" w:rsidP="0059264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</w:tr>
      <w:tr w:rsidR="00216AAF" w:rsidRPr="00592640" w:rsidTr="00973750">
        <w:tc>
          <w:tcPr>
            <w:tcW w:w="349" w:type="dxa"/>
            <w:tcBorders>
              <w:right w:val="single" w:sz="4" w:space="0" w:color="auto"/>
            </w:tcBorders>
            <w:shd w:val="clear" w:color="auto" w:fill="CCFFFF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CCFFFF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Saludo y bienvenida</w:t>
            </w:r>
          </w:p>
        </w:tc>
        <w:tc>
          <w:tcPr>
            <w:tcW w:w="979" w:type="dxa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</w:tr>
      <w:tr w:rsidR="00216AAF" w:rsidRPr="00592640" w:rsidTr="00973750">
        <w:tc>
          <w:tcPr>
            <w:tcW w:w="349" w:type="dxa"/>
            <w:tcBorders>
              <w:right w:val="single" w:sz="4" w:space="0" w:color="auto"/>
            </w:tcBorders>
            <w:shd w:val="clear" w:color="auto" w:fill="CCFFFF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CCFFFF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Actividad para despertar el interés (presentación y comentario sobre el video “el ciego”).</w:t>
            </w:r>
          </w:p>
        </w:tc>
        <w:tc>
          <w:tcPr>
            <w:tcW w:w="979" w:type="dxa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</w:tr>
      <w:tr w:rsidR="00216AAF" w:rsidRPr="00592640" w:rsidTr="00973750">
        <w:tc>
          <w:tcPr>
            <w:tcW w:w="349" w:type="dxa"/>
            <w:tcBorders>
              <w:right w:val="single" w:sz="4" w:space="0" w:color="auto"/>
            </w:tcBorders>
            <w:shd w:val="clear" w:color="auto" w:fill="CCFFFF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CCFFFF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Actividad de integración la mosca ciega (aula).</w:t>
            </w:r>
          </w:p>
        </w:tc>
        <w:tc>
          <w:tcPr>
            <w:tcW w:w="979" w:type="dxa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</w:tr>
      <w:tr w:rsidR="00216AAF" w:rsidRPr="00592640" w:rsidTr="00973750">
        <w:tc>
          <w:tcPr>
            <w:tcW w:w="349" w:type="dxa"/>
            <w:tcBorders>
              <w:right w:val="single" w:sz="4" w:space="0" w:color="auto"/>
            </w:tcBorders>
            <w:shd w:val="clear" w:color="auto" w:fill="CCFFFF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CCFFFF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Encuadre (presentación del programa y porcentaje para acreditar).</w:t>
            </w:r>
          </w:p>
        </w:tc>
        <w:tc>
          <w:tcPr>
            <w:tcW w:w="979" w:type="dxa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16AAF" w:rsidRPr="00592640" w:rsidTr="00973750">
        <w:tc>
          <w:tcPr>
            <w:tcW w:w="349" w:type="dxa"/>
            <w:tcBorders>
              <w:right w:val="single" w:sz="4" w:space="0" w:color="auto"/>
            </w:tcBorders>
            <w:shd w:val="clear" w:color="auto" w:fill="CCFFFF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CCFFFF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Reparto de comisiones.</w:t>
            </w:r>
          </w:p>
        </w:tc>
        <w:tc>
          <w:tcPr>
            <w:tcW w:w="979" w:type="dxa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</w:tr>
      <w:tr w:rsidR="00216AAF" w:rsidRPr="00592640" w:rsidTr="00973750">
        <w:tc>
          <w:tcPr>
            <w:tcW w:w="349" w:type="dxa"/>
            <w:tcBorders>
              <w:right w:val="single" w:sz="4" w:space="0" w:color="auto"/>
            </w:tcBorders>
            <w:shd w:val="clear" w:color="auto" w:fill="CCFFFF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CCFFFF"/>
          </w:tcPr>
          <w:p w:rsidR="00216AAF" w:rsidRPr="00592640" w:rsidRDefault="00216AAF" w:rsidP="0059264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Presentación por el asesor (antecedentes de la EAD).</w:t>
            </w:r>
          </w:p>
        </w:tc>
        <w:tc>
          <w:tcPr>
            <w:tcW w:w="979" w:type="dxa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16AAF" w:rsidRPr="00592640" w:rsidTr="00486F82">
        <w:tc>
          <w:tcPr>
            <w:tcW w:w="349" w:type="dxa"/>
            <w:tcBorders>
              <w:right w:val="single" w:sz="4" w:space="0" w:color="auto"/>
            </w:tcBorders>
            <w:shd w:val="clear" w:color="auto" w:fill="CCFFFF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CCFFFF"/>
          </w:tcPr>
          <w:p w:rsidR="00216AAF" w:rsidRPr="00592640" w:rsidRDefault="00216AAF" w:rsidP="0059264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Realización del mapa mental sobre el tema (antecedentes de la EAD).</w:t>
            </w:r>
          </w:p>
        </w:tc>
        <w:tc>
          <w:tcPr>
            <w:tcW w:w="979" w:type="dxa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16AAF" w:rsidRPr="00592640" w:rsidTr="00486F82">
        <w:tc>
          <w:tcPr>
            <w:tcW w:w="349" w:type="dxa"/>
            <w:tcBorders>
              <w:right w:val="single" w:sz="4" w:space="0" w:color="auto"/>
            </w:tcBorders>
            <w:shd w:val="clear" w:color="auto" w:fill="CCFFFF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CCFFFF"/>
          </w:tcPr>
          <w:p w:rsidR="00216AAF" w:rsidRPr="00592640" w:rsidRDefault="00216AAF" w:rsidP="0059264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Presentación y/o repaso del proyecto integrador.</w:t>
            </w:r>
          </w:p>
        </w:tc>
        <w:tc>
          <w:tcPr>
            <w:tcW w:w="979" w:type="dxa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</w:tr>
      <w:tr w:rsidR="00216AAF" w:rsidRPr="00592640" w:rsidTr="00486F82">
        <w:tc>
          <w:tcPr>
            <w:tcW w:w="349" w:type="dxa"/>
            <w:tcBorders>
              <w:right w:val="single" w:sz="4" w:space="0" w:color="auto"/>
            </w:tcBorders>
            <w:shd w:val="clear" w:color="auto" w:fill="CCFFFF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CCFFFF"/>
          </w:tcPr>
          <w:p w:rsidR="00216AAF" w:rsidRPr="00592640" w:rsidRDefault="00216AAF" w:rsidP="0059264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Actividad de construcción no 1: podcast.</w:t>
            </w:r>
          </w:p>
        </w:tc>
        <w:tc>
          <w:tcPr>
            <w:tcW w:w="979" w:type="dxa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</w:tr>
      <w:tr w:rsidR="00216AAF" w:rsidRPr="00592640" w:rsidTr="00973750">
        <w:tc>
          <w:tcPr>
            <w:tcW w:w="349" w:type="dxa"/>
            <w:tcBorders>
              <w:right w:val="single" w:sz="4" w:space="0" w:color="auto"/>
            </w:tcBorders>
            <w:shd w:val="clear" w:color="auto" w:fill="CCFFFF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CCFFFF"/>
          </w:tcPr>
          <w:p w:rsidR="00216AAF" w:rsidRPr="00592640" w:rsidRDefault="00216AAF" w:rsidP="0059264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Entrega en tiempo y forma del podcast. </w:t>
            </w:r>
          </w:p>
        </w:tc>
        <w:tc>
          <w:tcPr>
            <w:tcW w:w="979" w:type="dxa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</w:tr>
      <w:tr w:rsidR="00216AAF" w:rsidRPr="00592640" w:rsidTr="00973750">
        <w:tc>
          <w:tcPr>
            <w:tcW w:w="349" w:type="dxa"/>
            <w:tcBorders>
              <w:right w:val="single" w:sz="4" w:space="0" w:color="auto"/>
            </w:tcBorders>
            <w:shd w:val="clear" w:color="auto" w:fill="CCFFFF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CCFFFF"/>
          </w:tcPr>
          <w:p w:rsidR="00216AAF" w:rsidRPr="00592640" w:rsidRDefault="00216AAF" w:rsidP="0059264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Adiós </w:t>
            </w:r>
          </w:p>
        </w:tc>
        <w:tc>
          <w:tcPr>
            <w:tcW w:w="979" w:type="dxa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</w:tr>
      <w:tr w:rsidR="00216AAF" w:rsidRPr="00592640" w:rsidTr="0097375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CCFFFF"/>
          </w:tcPr>
          <w:p w:rsidR="00216AAF" w:rsidRPr="0096396D" w:rsidRDefault="00216AAF" w:rsidP="0059264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CC00"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Suma</w:t>
            </w:r>
          </w:p>
        </w:tc>
        <w:tc>
          <w:tcPr>
            <w:tcW w:w="979" w:type="dxa"/>
            <w:tcBorders>
              <w:right w:val="single" w:sz="4" w:space="0" w:color="auto"/>
            </w:tcBorders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41" w:type="dxa"/>
            <w:tcBorders>
              <w:right w:val="single" w:sz="4" w:space="0" w:color="auto"/>
            </w:tcBorders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right w:val="single" w:sz="4" w:space="0" w:color="auto"/>
            </w:tcBorders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90</w:t>
            </w:r>
          </w:p>
        </w:tc>
      </w:tr>
      <w:tr w:rsidR="00216AAF" w:rsidRPr="00592640" w:rsidTr="0097375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CCFFFF"/>
          </w:tcPr>
          <w:p w:rsidR="00216AAF" w:rsidRPr="00592640" w:rsidRDefault="00216AAF" w:rsidP="0059264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Total de la suma</w:t>
            </w:r>
          </w:p>
        </w:tc>
        <w:tc>
          <w:tcPr>
            <w:tcW w:w="5614" w:type="dxa"/>
            <w:gridSpan w:val="7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108</w:t>
            </w:r>
          </w:p>
        </w:tc>
      </w:tr>
      <w:tr w:rsidR="00216AAF" w:rsidRPr="00592640" w:rsidTr="0097375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CCFFFF"/>
          </w:tcPr>
          <w:p w:rsidR="00216AAF" w:rsidRPr="00592640" w:rsidRDefault="00216AAF" w:rsidP="0059264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Promedio</w:t>
            </w:r>
          </w:p>
        </w:tc>
        <w:tc>
          <w:tcPr>
            <w:tcW w:w="5614" w:type="dxa"/>
            <w:gridSpan w:val="7"/>
            <w:shd w:val="clear" w:color="auto" w:fill="FFCCCC"/>
          </w:tcPr>
          <w:p w:rsidR="00216AAF" w:rsidRPr="00592640" w:rsidRDefault="00216AAF" w:rsidP="0059264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2640">
              <w:rPr>
                <w:rFonts w:ascii="Arial" w:hAnsi="Arial" w:cs="Arial"/>
                <w:b/>
                <w:bCs/>
                <w:sz w:val="24"/>
                <w:szCs w:val="24"/>
              </w:rPr>
              <w:t>9.8</w:t>
            </w:r>
          </w:p>
        </w:tc>
      </w:tr>
    </w:tbl>
    <w:p w:rsidR="00216AAF" w:rsidRPr="00AE3AA0" w:rsidRDefault="00216AAF" w:rsidP="00483B60">
      <w:pPr>
        <w:rPr>
          <w:rFonts w:ascii="Arial" w:hAnsi="Arial" w:cs="Arial"/>
          <w:b/>
          <w:bCs/>
          <w:sz w:val="24"/>
          <w:szCs w:val="24"/>
        </w:rPr>
      </w:pPr>
    </w:p>
    <w:sectPr w:rsidR="00216AAF" w:rsidRPr="00AE3AA0" w:rsidSect="0097375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D49"/>
    <w:rsid w:val="000C136E"/>
    <w:rsid w:val="000D54A7"/>
    <w:rsid w:val="000E18F9"/>
    <w:rsid w:val="00216AAF"/>
    <w:rsid w:val="00283AE8"/>
    <w:rsid w:val="00397955"/>
    <w:rsid w:val="00483B60"/>
    <w:rsid w:val="00486F82"/>
    <w:rsid w:val="004C3582"/>
    <w:rsid w:val="004E1F22"/>
    <w:rsid w:val="004F5236"/>
    <w:rsid w:val="0057419C"/>
    <w:rsid w:val="00592640"/>
    <w:rsid w:val="00667EFA"/>
    <w:rsid w:val="006D7240"/>
    <w:rsid w:val="006E1AA6"/>
    <w:rsid w:val="006F1D49"/>
    <w:rsid w:val="00772EE6"/>
    <w:rsid w:val="00880AFA"/>
    <w:rsid w:val="008D1A5D"/>
    <w:rsid w:val="0096396D"/>
    <w:rsid w:val="00973750"/>
    <w:rsid w:val="00995CC4"/>
    <w:rsid w:val="00A431F1"/>
    <w:rsid w:val="00A65F2E"/>
    <w:rsid w:val="00A76A66"/>
    <w:rsid w:val="00AE3AA0"/>
    <w:rsid w:val="00C7168F"/>
    <w:rsid w:val="00CA1D40"/>
    <w:rsid w:val="00CE5D05"/>
    <w:rsid w:val="00D965B1"/>
    <w:rsid w:val="00DE5072"/>
    <w:rsid w:val="00E14B17"/>
    <w:rsid w:val="00EF7F48"/>
    <w:rsid w:val="00F5356B"/>
    <w:rsid w:val="00F74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  <w:pPr>
      <w:spacing w:after="200" w:line="276" w:lineRule="auto"/>
    </w:pPr>
    <w:rPr>
      <w:rFonts w:cs="Calibri"/>
      <w:lang w:val="es-MX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F1D49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F523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665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189</Words>
  <Characters>1045</Characters>
  <Application>Microsoft Office Outlook</Application>
  <DocSecurity>0</DocSecurity>
  <Lines>0</Lines>
  <Paragraphs>0</Paragraphs>
  <ScaleCrop>false</ScaleCrop>
  <Company>**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Beto</dc:creator>
  <cp:keywords/>
  <dc:description/>
  <cp:lastModifiedBy>*</cp:lastModifiedBy>
  <cp:revision>2</cp:revision>
  <dcterms:created xsi:type="dcterms:W3CDTF">2015-02-02T18:11:00Z</dcterms:created>
  <dcterms:modified xsi:type="dcterms:W3CDTF">2015-02-02T18:11:00Z</dcterms:modified>
</cp:coreProperties>
</file>